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2B4D6F" w:rsidP="00F73753">
      <w:pPr>
        <w:spacing w:before="60"/>
        <w:jc w:val="center"/>
        <w:rPr>
          <w:b/>
          <w:caps/>
          <w:sz w:val="28"/>
          <w:u w:val="single"/>
        </w:rPr>
      </w:pPr>
      <w:r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87045" w:rsidRPr="003E6C98" w:rsidRDefault="00F73753" w:rsidP="00C87045">
      <w:pPr>
        <w:spacing w:after="120"/>
        <w:jc w:val="center"/>
        <w:rPr>
          <w:rFonts w:eastAsia="SimSun"/>
          <w:lang w:eastAsia="zh-CN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C87045">
        <w:rPr>
          <w:rFonts w:eastAsia="Calibri"/>
          <w:b/>
          <w:bCs/>
          <w:sz w:val="28"/>
          <w:szCs w:val="28"/>
          <w:lang w:eastAsia="ja-JP"/>
        </w:rPr>
        <w:t>Service Contract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for </w:t>
      </w:r>
      <w:proofErr w:type="gramStart"/>
      <w:r w:rsidR="00C87045" w:rsidRPr="00C87045">
        <w:rPr>
          <w:rFonts w:eastAsia="Calibri"/>
          <w:b/>
          <w:bCs/>
          <w:sz w:val="28"/>
          <w:szCs w:val="28"/>
          <w:lang w:eastAsia="ja-JP"/>
        </w:rPr>
        <w:t>I&amp;</w:t>
      </w:r>
      <w:proofErr w:type="gramEnd"/>
      <w:r w:rsidR="00C87045" w:rsidRPr="00C87045">
        <w:rPr>
          <w:rFonts w:eastAsia="Calibri"/>
          <w:b/>
          <w:bCs/>
          <w:sz w:val="28"/>
          <w:szCs w:val="28"/>
          <w:lang w:eastAsia="ja-JP"/>
        </w:rPr>
        <w:t>C Engineering Support for the procurement of electrical, instrumentations, control and software development of TCWS First Plasma System</w:t>
      </w:r>
    </w:p>
    <w:p w:rsidR="008A37CE" w:rsidRDefault="008A37CE" w:rsidP="008A37CE">
      <w:pPr>
        <w:spacing w:after="120"/>
        <w:jc w:val="center"/>
        <w:rPr>
          <w:b/>
        </w:rPr>
      </w:pPr>
      <w:r w:rsidRPr="008A37CE">
        <w:rPr>
          <w:rFonts w:eastAsia="Calibri"/>
          <w:b/>
          <w:bCs/>
          <w:sz w:val="28"/>
          <w:szCs w:val="28"/>
          <w:u w:val="single"/>
          <w:lang w:eastAsia="ja-JP"/>
        </w:rPr>
        <w:t>Lot 1:</w:t>
      </w:r>
      <w:bookmarkStart w:id="0" w:name="_GoBack"/>
      <w:bookmarkEnd w:id="0"/>
      <w:r>
        <w:rPr>
          <w:b/>
        </w:rPr>
        <w:t xml:space="preserve"> I&amp;C Senior Engineering Support</w:t>
      </w:r>
    </w:p>
    <w:p w:rsidR="00F73753" w:rsidRPr="00A41749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="00C87045">
        <w:rPr>
          <w:rFonts w:eastAsia="Tahoma"/>
          <w:b/>
        </w:rPr>
        <w:t>IO/19/CFE/18353/JPA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C87045">
        <w:t>Call for Expertise</w:t>
      </w:r>
      <w:r w:rsidRPr="00C87045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87045">
        <w:t>January 2019</w:t>
      </w:r>
      <w:r w:rsidR="003E4DA9">
        <w:t xml:space="preserve"> </w:t>
      </w:r>
      <w:r w:rsidR="00A252F0" w:rsidRPr="00C87045">
        <w:t>for</w:t>
      </w:r>
      <w:r w:rsidR="00860A2F" w:rsidRPr="00C87045">
        <w:t xml:space="preserve"> </w:t>
      </w:r>
      <w:r w:rsidR="00C87045" w:rsidRPr="00C87045">
        <w:t xml:space="preserve">12 </w:t>
      </w:r>
      <w:r w:rsidR="00EC276E" w:rsidRPr="00C87045">
        <w:t>months</w:t>
      </w:r>
      <w:r w:rsidR="0004610A" w:rsidRPr="00C87045">
        <w:t>.</w:t>
      </w:r>
      <w:r w:rsidR="0004610A">
        <w:t xml:space="preserve">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36" w:rsidRDefault="00AD4E36">
      <w:r>
        <w:separator/>
      </w:r>
    </w:p>
  </w:endnote>
  <w:endnote w:type="continuationSeparator" w:id="0">
    <w:p w:rsidR="00AD4E36" w:rsidRDefault="00AD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36" w:rsidRDefault="00AD4E36">
      <w:r>
        <w:separator/>
      </w:r>
    </w:p>
  </w:footnote>
  <w:footnote w:type="continuationSeparator" w:id="0">
    <w:p w:rsidR="00AD4E36" w:rsidRDefault="00AD4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D4E36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A37CE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D4E3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87045"/>
    <w:rsid w:val="00C921CC"/>
    <w:rsid w:val="00CA7D5C"/>
    <w:rsid w:val="00CB31E4"/>
    <w:rsid w:val="00CD0DCA"/>
    <w:rsid w:val="00D01850"/>
    <w:rsid w:val="00D11DA4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8B63BF"/>
  <w15:docId w15:val="{CC85D295-C882-48B1-A6C0-ED4A4A01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WJ6X5FHT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73F2C-89FE-481F-AF22-E16D5F03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12</TotalTime>
  <Pages>1</Pages>
  <Words>222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Pilla Jessica</dc:creator>
  <cp:lastModifiedBy>Pilla Jessica</cp:lastModifiedBy>
  <cp:revision>4</cp:revision>
  <cp:lastPrinted>2012-04-10T09:52:00Z</cp:lastPrinted>
  <dcterms:created xsi:type="dcterms:W3CDTF">2019-11-12T09:55:00Z</dcterms:created>
  <dcterms:modified xsi:type="dcterms:W3CDTF">2019-11-20T10:00:00Z</dcterms:modified>
</cp:coreProperties>
</file>